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E5276FE-6AEE-42A8-B106-DC2CAB6A07C7}"/>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